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5643" w:rsidRDefault="009C3254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CER2S2</w:t>
            </w:r>
            <w:r w:rsidR="00DF5643" w:rsidRPr="002C372C">
              <w:rPr>
                <w:rFonts w:asciiTheme="minorHAnsi" w:hAnsiTheme="minorHAnsi" w:cstheme="minorHAnsi"/>
                <w:b/>
                <w:bCs/>
              </w:rPr>
              <w:t>NCFR</w:t>
            </w:r>
          </w:p>
        </w:tc>
      </w:tr>
      <w:tr w:rsidR="00DF5643" w:rsidTr="007B4D24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Small for </w:t>
            </w:r>
            <w:r w:rsidR="00D96FE3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5643" w:rsidRDefault="00DF5643" w:rsidP="009C325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9C3254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F5643" w:rsidRDefault="009C325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F564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F5643" w:rsidRDefault="009C325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F564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5643" w:rsidRDefault="00DF5643" w:rsidP="009C325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5643" w:rsidRDefault="009C3254" w:rsidP="009C325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faucet 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5643" w:rsidRDefault="00DF5643" w:rsidP="009C325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</w:t>
            </w:r>
            <w:r w:rsidR="009C3254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refills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ections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248" w:rsidRDefault="00A07248" w:rsidP="00187130">
      <w:pPr>
        <w:spacing w:line="240" w:lineRule="auto"/>
      </w:pPr>
      <w:r>
        <w:separator/>
      </w:r>
    </w:p>
  </w:endnote>
  <w:endnote w:type="continuationSeparator" w:id="0">
    <w:p w:rsidR="00A07248" w:rsidRDefault="00A0724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F191D" w:rsidP="009C3254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187130">
            <w:rPr>
              <w:sz w:val="16"/>
              <w:szCs w:val="16"/>
            </w:rPr>
            <w:t>.</w:t>
          </w:r>
          <w:r w:rsidR="00D96FE3">
            <w:rPr>
              <w:sz w:val="16"/>
              <w:szCs w:val="16"/>
            </w:rPr>
            <w:fldChar w:fldCharType="begin"/>
          </w:r>
          <w:r w:rsidR="00D96FE3">
            <w:rPr>
              <w:sz w:val="16"/>
              <w:szCs w:val="16"/>
              <w:lang w:val="de-DE"/>
            </w:rPr>
            <w:instrText xml:space="preserve"> TIME \@ "dd.MM.yyyy" </w:instrText>
          </w:r>
          <w:r w:rsidR="00D96FE3">
            <w:rPr>
              <w:sz w:val="16"/>
              <w:szCs w:val="16"/>
            </w:rPr>
            <w:fldChar w:fldCharType="separate"/>
          </w:r>
          <w:r w:rsidR="00D96FE3">
            <w:rPr>
              <w:noProof/>
              <w:sz w:val="16"/>
              <w:szCs w:val="16"/>
              <w:lang w:val="de-DE"/>
            </w:rPr>
            <w:t>28.01.2020</w:t>
          </w:r>
          <w:r w:rsidR="00D96FE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C325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C325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248" w:rsidRDefault="00A07248" w:rsidP="00187130">
      <w:pPr>
        <w:spacing w:line="240" w:lineRule="auto"/>
      </w:pPr>
      <w:r>
        <w:separator/>
      </w:r>
    </w:p>
  </w:footnote>
  <w:footnote w:type="continuationSeparator" w:id="0">
    <w:p w:rsidR="00A07248" w:rsidRDefault="00A0724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9F191D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A17A7"/>
    <w:rsid w:val="004E7EA9"/>
    <w:rsid w:val="005653B3"/>
    <w:rsid w:val="008D6316"/>
    <w:rsid w:val="00921DEB"/>
    <w:rsid w:val="009C3254"/>
    <w:rsid w:val="009F191D"/>
    <w:rsid w:val="00A07248"/>
    <w:rsid w:val="00A10F8C"/>
    <w:rsid w:val="00D96FE3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5CF59A"/>
  <w15:docId w15:val="{17C2AA5C-C8D2-43E5-A339-D3191561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2015-05-21T10:13:00Z</dcterms:created>
  <dcterms:modified xsi:type="dcterms:W3CDTF">2020-01-28T13:45:00Z</dcterms:modified>
</cp:coreProperties>
</file>